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840488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A74906" w:rsidTr="000A6887">
        <w:tc>
          <w:tcPr>
            <w:tcW w:w="10326" w:type="dxa"/>
          </w:tcPr>
          <w:p w:rsidR="00190FF9" w:rsidRPr="00A74906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A74906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 w:rsidRPr="00A7490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132961" w:rsidRPr="00A74906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553E0E" w:rsidRPr="00A74906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A74906" w:rsidRDefault="00553E0E" w:rsidP="000877A9">
            <w:pPr>
              <w:rPr>
                <w:rFonts w:ascii="Times New Roman" w:hAnsi="Times New Roman"/>
                <w:sz w:val="28"/>
                <w:szCs w:val="28"/>
              </w:rPr>
            </w:pPr>
            <w:r w:rsidRPr="00A74906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840488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416</w:t>
            </w:r>
            <w:bookmarkStart w:id="0" w:name="_GoBack"/>
            <w:bookmarkEnd w:id="0"/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77A9" w:rsidRPr="00A74906" w:rsidTr="000A6887">
        <w:tc>
          <w:tcPr>
            <w:tcW w:w="10326" w:type="dxa"/>
          </w:tcPr>
          <w:p w:rsidR="000877A9" w:rsidRPr="00A74906" w:rsidRDefault="000877A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0877A9" w:rsidRPr="00A74906" w:rsidRDefault="000877A9" w:rsidP="000877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6B3D" w:rsidRPr="00A74906" w:rsidRDefault="003C6B3D" w:rsidP="00346436">
      <w:pPr>
        <w:widowControl w:val="0"/>
        <w:autoSpaceDE w:val="0"/>
        <w:autoSpaceDN w:val="0"/>
        <w:outlineLvl w:val="2"/>
        <w:rPr>
          <w:rFonts w:ascii="Times New Roman" w:hAnsi="Times New Roman"/>
          <w:sz w:val="28"/>
          <w:szCs w:val="28"/>
        </w:rPr>
      </w:pPr>
    </w:p>
    <w:p w:rsidR="006A723B" w:rsidRPr="00A74906" w:rsidRDefault="000877A9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A74906">
        <w:rPr>
          <w:rFonts w:ascii="Times New Roman" w:hAnsi="Times New Roman"/>
          <w:sz w:val="28"/>
          <w:szCs w:val="28"/>
        </w:rPr>
        <w:t>«</w:t>
      </w:r>
      <w:r w:rsidR="006A723B" w:rsidRPr="00A74906">
        <w:rPr>
          <w:rFonts w:ascii="Times New Roman" w:hAnsi="Times New Roman"/>
          <w:sz w:val="28"/>
          <w:szCs w:val="28"/>
        </w:rPr>
        <w:t>5. Система программных мероприятий</w:t>
      </w:r>
    </w:p>
    <w:p w:rsidR="006A723B" w:rsidRPr="00A74906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418"/>
        <w:gridCol w:w="1417"/>
        <w:gridCol w:w="1418"/>
        <w:gridCol w:w="850"/>
        <w:gridCol w:w="851"/>
        <w:gridCol w:w="850"/>
        <w:gridCol w:w="709"/>
        <w:gridCol w:w="709"/>
        <w:gridCol w:w="709"/>
        <w:gridCol w:w="708"/>
        <w:gridCol w:w="709"/>
        <w:gridCol w:w="1701"/>
      </w:tblGrid>
      <w:tr w:rsidR="006A723B" w:rsidRPr="00A74906" w:rsidTr="00A74906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Главные распоря</w:t>
            </w:r>
            <w:r w:rsidR="00EF1DB3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дители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Исполни</w:t>
            </w:r>
            <w:r w:rsidR="00EF1DB3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тели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Источник финанси</w:t>
            </w:r>
            <w:r w:rsidR="000B784E" w:rsidRPr="00A74906">
              <w:rPr>
                <w:rFonts w:ascii="Times New Roman" w:hAnsi="Times New Roman"/>
                <w:sz w:val="22"/>
                <w:szCs w:val="22"/>
              </w:rPr>
              <w:t>-</w:t>
            </w:r>
            <w:r w:rsidRPr="00A74906">
              <w:rPr>
                <w:rFonts w:ascii="Times New Roman" w:hAnsi="Times New Roman"/>
                <w:sz w:val="22"/>
                <w:szCs w:val="22"/>
              </w:rPr>
              <w:t>рования</w:t>
            </w:r>
          </w:p>
        </w:tc>
        <w:tc>
          <w:tcPr>
            <w:tcW w:w="60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Ожидаемый результат</w:t>
            </w:r>
          </w:p>
        </w:tc>
      </w:tr>
      <w:tr w:rsidR="006A723B" w:rsidRPr="00A74906" w:rsidTr="00A74906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6A723B" w:rsidRPr="00A74906" w:rsidRDefault="006A723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6A723B" w:rsidRPr="00A74906" w:rsidRDefault="006A72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27400" w:rsidRPr="00A74906" w:rsidTr="00A74906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27400" w:rsidRPr="00A74906" w:rsidRDefault="00827400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Pr="00A74906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041"/>
        <w:gridCol w:w="1418"/>
        <w:gridCol w:w="1417"/>
        <w:gridCol w:w="1418"/>
        <w:gridCol w:w="850"/>
        <w:gridCol w:w="851"/>
        <w:gridCol w:w="850"/>
        <w:gridCol w:w="709"/>
        <w:gridCol w:w="709"/>
        <w:gridCol w:w="709"/>
        <w:gridCol w:w="708"/>
        <w:gridCol w:w="709"/>
        <w:gridCol w:w="1701"/>
      </w:tblGrid>
      <w:tr w:rsidR="00827400" w:rsidRPr="00A74906" w:rsidTr="00A74906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27400" w:rsidRPr="00A74906" w:rsidRDefault="0082740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74906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</w:tr>
      <w:tr w:rsidR="001D511B" w:rsidRPr="001C4C4A" w:rsidTr="00F12714">
        <w:trPr>
          <w:cantSplit/>
          <w:trHeight w:val="1380"/>
        </w:trPr>
        <w:tc>
          <w:tcPr>
            <w:tcW w:w="51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0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Задача 1. Содействие укреплению гражданского единства и гармонизации межнациональных и межконфессио-нальных отношений в Рязанской области, в том числе: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4A2751" w:rsidP="000B2AD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28</w:t>
            </w:r>
            <w:r w:rsidR="000B2ADF"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585</w:t>
            </w: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,73924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3114,0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5591,04134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4880,955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4A2751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4703,6429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0B2ADF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4841,1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2727,5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2727,5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увеличение доли граждан, положительно оценивающих</w:t>
            </w: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с</w:t>
            </w: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остояние межнацио-нальных и межконфесио-нальных отношений, в общем количестве граждан,</w:t>
            </w:r>
          </w:p>
          <w:p w:rsidR="001D511B" w:rsidRPr="001C4C4A" w:rsidRDefault="001D511B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проживающих на территории Рязанской области, до 81%;</w:t>
            </w:r>
          </w:p>
          <w:p w:rsidR="001D511B" w:rsidRPr="001C4C4A" w:rsidRDefault="001D511B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доведение уровня</w:t>
            </w:r>
          </w:p>
        </w:tc>
      </w:tr>
      <w:tr w:rsidR="001D511B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4A2751" w:rsidP="000B2AD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19</w:t>
            </w:r>
            <w:r w:rsidR="000B2ADF" w:rsidRPr="001C4C4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430</w:t>
            </w:r>
            <w:r w:rsidRPr="001C4C4A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,3818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3114,0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2757,8839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2678,855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4A2751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2567,1429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0B2ADF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2857,5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1D511B" w:rsidRPr="001C4C4A" w:rsidRDefault="001D511B" w:rsidP="00141AF0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1C4C4A">
              <w:rPr>
                <w:rFonts w:ascii="Times New Roman" w:eastAsia="Calibri" w:hAnsi="Times New Roman"/>
                <w:sz w:val="24"/>
                <w:szCs w:val="24"/>
              </w:rPr>
              <w:t>2727,5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D511B" w:rsidRPr="001C4C4A" w:rsidRDefault="001D511B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1C4C4A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4A2751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9155,35744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2833,15744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141AF0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толерантного отношения к представителям другой национальности и вероиспове-дания до 81%;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предоставление субсидий на</w:t>
            </w: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проекты в сфере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укрепления гражданского единства, гармонизации межнацио-нальных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отношений, развития казачества на территории Рязанской области не менее чем 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131 СОНКО;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проведение не менее </w:t>
            </w:r>
          </w:p>
          <w:p w:rsidR="00F12714" w:rsidRPr="001C4C4A" w:rsidRDefault="00F12714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28 семинаров, курсов, тренингов, научно-практических конференций по вопросам  реализации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1C4C4A" w:rsidTr="00141AF0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Предоставление СОНКО субсидий на проекты в сфере укрепления гражданского единства, гармонизации межнациональных отношений, развития казачества на территории Рязанской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по делам территори-альных образований и обществен-ных объеди-нений Рязанской области</w:t>
            </w:r>
            <w:hyperlink w:anchor="P1784" w:history="1">
              <w:r w:rsidRPr="001C4C4A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министерство по делам территорий и информаци-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территори-альных образований и обществен-ных объеди-нений Рязанской 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1C4C4A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*,</w:t>
              </w:r>
            </w:hyperlink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министерство по делам территорий 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и информаци-онной политике 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0B2ADF" w:rsidP="000B2AD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11241,9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2039,7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2652,1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2586,5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56183D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2563,6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56183D" w:rsidP="000B2AD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334</w:t>
            </w:r>
            <w:r w:rsidR="000B2ADF"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</w:t>
            </w: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,68336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466,68336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56183D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450,0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F12714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141AF0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7895,21664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1573,01664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141AF0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F12714" w:rsidRPr="001C4C4A" w:rsidRDefault="00F12714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F12714" w:rsidRPr="001C4C4A" w:rsidRDefault="00F12714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1.2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обучающих тематических семинаров, курсов, тренингов,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научно-практических конференций по вопросам реализации государственной  национальной политики, а также взаимодействия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органов власти с национальными, религиозными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объединениями и казачеством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территори-альных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объеди-нений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области*, министерство по делам территорий и информаци-онной политике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по делам территори-альных образований и обществен-ных объеди-нений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Рязанской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области*, министерство по делам территорий и информаци- онной политике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4A2751" w:rsidP="00A74906">
            <w:pPr>
              <w:widowControl w:val="0"/>
              <w:autoSpaceDE w:val="0"/>
              <w:autoSpaceDN w:val="0"/>
              <w:spacing w:line="228" w:lineRule="auto"/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1379,64329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609,36533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89,65296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государственной национальной </w:t>
            </w:r>
          </w:p>
          <w:p w:rsidR="00A74906" w:rsidRPr="001C4C4A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политики, а</w:t>
            </w: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</w:t>
            </w: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также взаимо-действия органов государственной власти Рязанской области с национальными,</w:t>
            </w:r>
          </w:p>
          <w:p w:rsidR="00A74906" w:rsidRPr="001C4C4A" w:rsidRDefault="00A74906" w:rsidP="00A74906">
            <w:pPr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религиозными объединениями и казачеством;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проведение не менее 8  соци-ологических исследований с целью определения</w:t>
            </w:r>
          </w:p>
          <w:p w:rsidR="00A74906" w:rsidRPr="001C4C4A" w:rsidRDefault="00A74906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состояния  и тенденций </w:t>
            </w: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в сфере межнацио-нальных и межконфес-сиональных отношений; размещение не менее </w:t>
            </w:r>
          </w:p>
          <w:p w:rsidR="00A74906" w:rsidRPr="001C4C4A" w:rsidRDefault="00A74906" w:rsidP="00A74906">
            <w:pPr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56 материалов с социальной рекламой, рекламно-информацион-ных материалов, направленных на формирование</w:t>
            </w:r>
          </w:p>
          <w:p w:rsidR="00A74906" w:rsidRPr="001C4C4A" w:rsidRDefault="00A74906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гражданского единства, гармонизацию межнацио-нальных отношений, продвижение идей межнацио-нальной толерантности, недопущение проявлений экстремизма на национальной почве;</w:t>
            </w:r>
          </w:p>
          <w:p w:rsidR="00A74906" w:rsidRPr="001C4C4A" w:rsidRDefault="00A74906" w:rsidP="00A74906">
            <w:pPr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6,0 тыс. чел. в мероприятиях,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направленных на укрепление общероссий-ского гражданского единства</w:t>
            </w:r>
          </w:p>
        </w:tc>
      </w:tr>
      <w:tr w:rsidR="00A74906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906,89769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136,61973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125,625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89,65296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135,0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after="1"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472,7456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141AF0">
        <w:trPr>
          <w:cantSplit/>
          <w:trHeight w:val="1352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Проведение социологических исследований с целью определения состояния и тенденций в сфере межнациональных и межконфессиональ-ных отношений, а также выявления уровня конфликто-генности в Рязанской области и конфликтогенных факторов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территори-альных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объеди-нений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по делам территорий и информаци-онной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 по делам территори-альных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образований и обществен-ных объеди-нений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Рязанской области*,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по делам территорий и информаци-онной политике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4A275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2529,36595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994,37601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154,98994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141AF0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4A2751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1741,97075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206,98081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154,98994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141AF0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787,3952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141AF0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государствен-ному бюджетному учреждению Рязанской области на проведение областных конференций школьников, направленных на формирование правовой культуры,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национальной идентичности, законопослушного поведения, профилактику асоциального поведения несовершенно-летних: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«За гражданское правосознание»,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«Я - гражданин России!», «Знакомьтесь - судебная система России»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образования Рязанской области**, министерство образования и молодеж-ной политики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1536,0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216,0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государственному бюджетному учреждению Рязанской области </w:t>
            </w:r>
          </w:p>
          <w:p w:rsidR="00290303" w:rsidRPr="001C4C4A" w:rsidRDefault="00A74906" w:rsidP="00141AF0">
            <w:pPr>
              <w:widowControl w:val="0"/>
              <w:autoSpaceDE w:val="0"/>
              <w:autoSpaceDN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на проведение областного литературно-исторического конкурса «Язык 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наш - древо жизни на Земле»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образования Рязанской области</w:t>
            </w:r>
            <w:hyperlink w:anchor="P1785" w:history="1">
              <w:r w:rsidRPr="001C4C4A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**</w:t>
              </w:r>
            </w:hyperlink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 министерство образования и молодеж-ной политики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768,0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108,0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1.6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Изготовление, размещение соци-альной рекламы, рекламно-информационных материалов, направленных на формирование гражданского единства, гармонизацию межнациональных отношений, продвижение идей межнациональной толерантности, недопущение проявлений экстремизма на национальной почве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печати и массовых коммуника-ций Рязанской области</w:t>
            </w:r>
            <w:hyperlink w:anchor="P1784" w:history="1">
              <w:r w:rsidRPr="001C4C4A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по делам территорий и информаци-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</w:t>
            </w:r>
            <w:r w:rsidR="00296B4B"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области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министерство печати и массовых коммуника-ций Рязанской 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области</w:t>
            </w:r>
            <w:hyperlink w:anchor="P1784" w:history="1">
              <w:r w:rsidRPr="001C4C4A">
                <w:rPr>
                  <w:rFonts w:ascii="Times New Roman" w:eastAsia="Calibri" w:hAnsi="Times New Roman"/>
                  <w:spacing w:val="-2"/>
                  <w:sz w:val="22"/>
                  <w:szCs w:val="22"/>
                </w:rPr>
                <w:t>*</w:t>
              </w:r>
            </w:hyperlink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,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по делам территорий и информаци-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онной политике</w:t>
            </w:r>
            <w:r w:rsidR="00296B4B"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 Рязанской области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4922,83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834,0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750,6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636,23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675,5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1.7 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ind w:left="-5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государствен-ному бюджетному учреждению Рязанской области на организацию и проведение межрегионального фестиваля национальной книги «Читающий мир»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3840,0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536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1.8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Субсидии на иные цели </w:t>
            </w:r>
          </w:p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государственному бюджетному учреждению Рязанской области на реализацию проекта по социокультурной адаптации мигрантов «Искусство жить вместе»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2368,0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333,0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53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after="1" w:line="228" w:lineRule="auto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Задача 2. Содействие этнокультурному развитию народов, проживающих на территории Рязанской области, возрождению и развитию казачьей культуры и традиций, </w:t>
            </w:r>
          </w:p>
          <w:p w:rsidR="00A74906" w:rsidRPr="001C4C4A" w:rsidRDefault="00A74906" w:rsidP="00A74906">
            <w:pPr>
              <w:spacing w:after="1" w:line="228" w:lineRule="auto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  <w:p w:rsidR="00A74906" w:rsidRPr="001C4C4A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1C4C4A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1C4C4A" w:rsidRDefault="00A74906" w:rsidP="00A74906">
            <w:pPr>
              <w:spacing w:after="1"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A74906">
            <w:pPr>
              <w:spacing w:line="228" w:lineRule="auto"/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12104,85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2806,0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0B2ADF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1510,2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A74906">
            <w:pPr>
              <w:spacing w:after="1" w:line="228" w:lineRule="auto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after="1" w:line="260" w:lineRule="atLeast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участие не менее 5,0 тыс. человек в мероприятиях, направленных на этно-культурное развитие народов, проживающих на территории Рязанской области;</w:t>
            </w:r>
          </w:p>
        </w:tc>
      </w:tr>
      <w:tr w:rsidR="00A74906" w:rsidRPr="001C4C4A" w:rsidTr="00A74906">
        <w:trPr>
          <w:cantSplit/>
          <w:trHeight w:val="1536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10843,30744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1700,0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1544,45744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1498,65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0B2ADF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1510,2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1530,0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9701D3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:rsidR="00A74906" w:rsidRPr="001C4C4A" w:rsidRDefault="00A74906" w:rsidP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 xml:space="preserve">проведение не менее </w:t>
            </w:r>
          </w:p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77 мероприятий по сохранению и развитию казачьей культуры</w:t>
            </w:r>
          </w:p>
        </w:tc>
      </w:tr>
      <w:tr w:rsidR="00A74906" w:rsidRPr="001C4C4A" w:rsidTr="00A74906">
        <w:trPr>
          <w:cantSplit/>
          <w:trHeight w:val="1134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2.1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Организация и проведение областного фестиваля национальных культур «Мы - народ России»,</w:t>
            </w:r>
          </w:p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территори-альных образований и общест-венных объединений Рязанской области*, министерство по делам территорий и информаци-</w:t>
            </w:r>
          </w:p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онной политике Рязанской области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всего,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0B2ADF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3416,2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1636,0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301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0B2ADF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0B2ADF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</w:t>
            </w:r>
            <w:r w:rsidR="000B2ADF"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5</w:t>
            </w: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4,</w:t>
            </w:r>
            <w:r w:rsidR="000B2ADF"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65744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374,45744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141AF0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360,0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428"/>
        </w:trPr>
        <w:tc>
          <w:tcPr>
            <w:tcW w:w="51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1261,54256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134"/>
        </w:trPr>
        <w:tc>
          <w:tcPr>
            <w:tcW w:w="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45041E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400,0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CF4C9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2.</w:t>
            </w:r>
            <w:r w:rsidR="00CF4C93"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Проведение массовых молодежных мероприятий и акций, направленных на формирование толерантности в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1330,0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700,0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spacing w:after="1" w:line="260" w:lineRule="atLeast"/>
              <w:outlineLvl w:val="3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студенческой среде и интеграцию иностранных студентов в русскую культуру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образования и молодеж-ной политики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образования и молодеж-ной политики Рязанской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3118,65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598,65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630,0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2.3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государствен-ному бюджетному учреждению Рязанской области на проведение многонациональ-ного праздника «Сабантуй»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hAnsi="Times New Roman"/>
                <w:spacing w:val="-2"/>
                <w:sz w:val="22"/>
                <w:szCs w:val="22"/>
              </w:rPr>
              <w:t>2.4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Субсидии на иные цели государст-венному бюджетному учреждению Рязанской области на проведение областного праздника национальных культур «Многоликая Россия»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1920,0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270,0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Итого по подпрограмме,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8D0EAE" w:rsidP="00141AF0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40690,58924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8397,04134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6379,605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8D0EAE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6213,8429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8D0EAE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6371,1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в том числе:</w:t>
            </w:r>
          </w:p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A74906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both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30273,68924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4302,34134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4177,505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4077,3429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4387,5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A74906" w:rsidRPr="001C4C4A" w:rsidTr="00A74906">
        <w:trPr>
          <w:cantSplit/>
          <w:trHeight w:val="1627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B10F7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widowControl w:val="0"/>
              <w:autoSpaceDE w:val="0"/>
              <w:autoSpaceDN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 w:rsidP="00141AF0">
            <w:pPr>
              <w:spacing w:after="1" w:line="260" w:lineRule="atLeast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spacing w:val="-2"/>
                <w:sz w:val="22"/>
                <w:szCs w:val="22"/>
              </w:rPr>
              <w:t>федераль-ный бюджет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10416,9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4094,7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507E7A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A74906" w:rsidRPr="001C4C4A" w:rsidRDefault="00A74906" w:rsidP="00141AF0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1C4C4A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A74906" w:rsidRPr="001C4C4A" w:rsidRDefault="00A74906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6A723B" w:rsidRPr="001C4C4A" w:rsidRDefault="000B784E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1C4C4A">
        <w:rPr>
          <w:rFonts w:ascii="Times New Roman" w:hAnsi="Times New Roman"/>
          <w:sz w:val="24"/>
          <w:szCs w:val="24"/>
        </w:rPr>
        <w:t xml:space="preserve"> </w:t>
      </w:r>
      <w:r w:rsidR="006A723B" w:rsidRPr="001C4C4A"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 w:rsidR="006A723B" w:rsidRPr="001C4C4A">
        <w:rPr>
          <w:rFonts w:ascii="Times New Roman" w:hAnsi="Times New Roman"/>
          <w:bCs/>
          <w:sz w:val="22"/>
          <w:szCs w:val="22"/>
        </w:rPr>
        <w:t>по делам территорий и информационн</w:t>
      </w:r>
      <w:r w:rsidR="00E97B64" w:rsidRPr="001C4C4A">
        <w:rPr>
          <w:rFonts w:ascii="Times New Roman" w:hAnsi="Times New Roman"/>
          <w:bCs/>
          <w:sz w:val="22"/>
          <w:szCs w:val="22"/>
        </w:rPr>
        <w:t>ой политике Рязанской области.</w:t>
      </w:r>
    </w:p>
    <w:p w:rsidR="006A723B" w:rsidRPr="00A74906" w:rsidRDefault="00E97B64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 w:rsidRPr="001C4C4A">
        <w:rPr>
          <w:rFonts w:ascii="Times New Roman" w:hAnsi="Times New Roman"/>
          <w:sz w:val="22"/>
          <w:szCs w:val="22"/>
        </w:rPr>
        <w:t xml:space="preserve">** До </w:t>
      </w:r>
      <w:r w:rsidR="00ED7984" w:rsidRPr="001C4C4A">
        <w:rPr>
          <w:rFonts w:ascii="Times New Roman" w:hAnsi="Times New Roman"/>
          <w:sz w:val="22"/>
          <w:szCs w:val="22"/>
        </w:rPr>
        <w:t>переименования</w:t>
      </w:r>
      <w:r w:rsidRPr="001C4C4A">
        <w:rPr>
          <w:rFonts w:ascii="Times New Roman" w:hAnsi="Times New Roman"/>
          <w:sz w:val="22"/>
          <w:szCs w:val="22"/>
        </w:rPr>
        <w:t xml:space="preserve"> в министерство образования и молодежной политики </w:t>
      </w:r>
      <w:r w:rsidRPr="001C4C4A">
        <w:rPr>
          <w:rFonts w:ascii="Times New Roman" w:hAnsi="Times New Roman"/>
          <w:bCs/>
          <w:sz w:val="22"/>
          <w:szCs w:val="22"/>
        </w:rPr>
        <w:t>Рязанской области.».</w:t>
      </w:r>
    </w:p>
    <w:sectPr w:rsidR="006A723B" w:rsidRPr="00A74906" w:rsidSect="00840488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329" w:rsidRDefault="00CE1329">
      <w:r>
        <w:separator/>
      </w:r>
    </w:p>
  </w:endnote>
  <w:endnote w:type="continuationSeparator" w:id="0">
    <w:p w:rsidR="00CE1329" w:rsidRDefault="00CE1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141AF0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141AF0" w:rsidRDefault="00141AF0">
          <w:pPr>
            <w:pStyle w:val="a6"/>
          </w:pPr>
          <w:r>
            <w:rPr>
              <w:noProof/>
            </w:rPr>
            <w:drawing>
              <wp:inline distT="0" distB="0" distL="0" distR="0" wp14:anchorId="174AD15C" wp14:editId="2C4E68B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141AF0" w:rsidRPr="000A6887" w:rsidRDefault="00141AF0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713874C" wp14:editId="233A5A82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141AF0" w:rsidRPr="000A6887" w:rsidRDefault="00840488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9083  18.12.2019 15:28:45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141AF0" w:rsidRPr="00F16F07" w:rsidRDefault="00141AF0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141AF0" w:rsidRPr="000A6887" w:rsidRDefault="00141AF0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141AF0" w:rsidRPr="009573D3" w:rsidRDefault="00141AF0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141AF0" w:rsidRPr="000A6887" w:rsidTr="000A6887">
      <w:tc>
        <w:tcPr>
          <w:tcW w:w="2538" w:type="dxa"/>
        </w:tcPr>
        <w:p w:rsidR="00141AF0" w:rsidRPr="000A6887" w:rsidRDefault="00141AF0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141AF0" w:rsidRPr="000A6887" w:rsidRDefault="00141AF0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141AF0" w:rsidRPr="000A6887" w:rsidRDefault="00141AF0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141AF0" w:rsidRPr="000A6887" w:rsidRDefault="00141AF0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141AF0" w:rsidRDefault="00141AF0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329" w:rsidRDefault="00CE1329">
      <w:r>
        <w:separator/>
      </w:r>
    </w:p>
  </w:footnote>
  <w:footnote w:type="continuationSeparator" w:id="0">
    <w:p w:rsidR="00CE1329" w:rsidRDefault="00CE13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F0" w:rsidRDefault="00141AF0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141AF0" w:rsidRDefault="00141AF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F0" w:rsidRPr="00481B88" w:rsidRDefault="00141AF0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141AF0" w:rsidRPr="00481B88" w:rsidRDefault="00141AF0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84048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141AF0" w:rsidRPr="00E37801" w:rsidRDefault="00141AF0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3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ph1LVYe61ImKSnerE1mKOdEThFQ=" w:salt="hwmImjQc+07U1G367AK37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04A35"/>
    <w:rsid w:val="0001360F"/>
    <w:rsid w:val="00017AC7"/>
    <w:rsid w:val="00017EEC"/>
    <w:rsid w:val="00020E0B"/>
    <w:rsid w:val="000331B3"/>
    <w:rsid w:val="00033413"/>
    <w:rsid w:val="00036D5E"/>
    <w:rsid w:val="00037C0C"/>
    <w:rsid w:val="00041972"/>
    <w:rsid w:val="0004365A"/>
    <w:rsid w:val="000502A3"/>
    <w:rsid w:val="00053BDC"/>
    <w:rsid w:val="00056DEB"/>
    <w:rsid w:val="00073A7A"/>
    <w:rsid w:val="00076D5E"/>
    <w:rsid w:val="000845B0"/>
    <w:rsid w:val="00084A5A"/>
    <w:rsid w:val="00084DD3"/>
    <w:rsid w:val="000877A9"/>
    <w:rsid w:val="000917C0"/>
    <w:rsid w:val="00093F00"/>
    <w:rsid w:val="000A03E0"/>
    <w:rsid w:val="000A6118"/>
    <w:rsid w:val="000A6887"/>
    <w:rsid w:val="000B0736"/>
    <w:rsid w:val="000B2ADF"/>
    <w:rsid w:val="000B5204"/>
    <w:rsid w:val="000B784E"/>
    <w:rsid w:val="000D38D5"/>
    <w:rsid w:val="000D6582"/>
    <w:rsid w:val="000E1A68"/>
    <w:rsid w:val="000F4C9E"/>
    <w:rsid w:val="000F7DF5"/>
    <w:rsid w:val="00100E73"/>
    <w:rsid w:val="00103516"/>
    <w:rsid w:val="00114B94"/>
    <w:rsid w:val="00122122"/>
    <w:rsid w:val="00122CFD"/>
    <w:rsid w:val="00132961"/>
    <w:rsid w:val="00140583"/>
    <w:rsid w:val="00141AF0"/>
    <w:rsid w:val="0014772F"/>
    <w:rsid w:val="00150523"/>
    <w:rsid w:val="00151370"/>
    <w:rsid w:val="001521AE"/>
    <w:rsid w:val="00162E72"/>
    <w:rsid w:val="00172BB2"/>
    <w:rsid w:val="00175BE5"/>
    <w:rsid w:val="001850F4"/>
    <w:rsid w:val="00190FF9"/>
    <w:rsid w:val="001947BE"/>
    <w:rsid w:val="0019511F"/>
    <w:rsid w:val="001978C8"/>
    <w:rsid w:val="001A1CA4"/>
    <w:rsid w:val="001A352C"/>
    <w:rsid w:val="001A3CC8"/>
    <w:rsid w:val="001A560F"/>
    <w:rsid w:val="001B0982"/>
    <w:rsid w:val="001B1E3A"/>
    <w:rsid w:val="001B32BA"/>
    <w:rsid w:val="001C4C4A"/>
    <w:rsid w:val="001D511B"/>
    <w:rsid w:val="001E0317"/>
    <w:rsid w:val="001E20F1"/>
    <w:rsid w:val="001F12E8"/>
    <w:rsid w:val="001F228C"/>
    <w:rsid w:val="001F2FD4"/>
    <w:rsid w:val="001F64B8"/>
    <w:rsid w:val="001F7C83"/>
    <w:rsid w:val="00203046"/>
    <w:rsid w:val="0020397B"/>
    <w:rsid w:val="00205AB5"/>
    <w:rsid w:val="0021284D"/>
    <w:rsid w:val="00217730"/>
    <w:rsid w:val="00223B28"/>
    <w:rsid w:val="00224DBA"/>
    <w:rsid w:val="00231F1C"/>
    <w:rsid w:val="00232CC2"/>
    <w:rsid w:val="00237096"/>
    <w:rsid w:val="0023761A"/>
    <w:rsid w:val="002376ED"/>
    <w:rsid w:val="00242DDB"/>
    <w:rsid w:val="00243B7A"/>
    <w:rsid w:val="002479A2"/>
    <w:rsid w:val="002531A5"/>
    <w:rsid w:val="0026087E"/>
    <w:rsid w:val="002615BA"/>
    <w:rsid w:val="00261DE0"/>
    <w:rsid w:val="00265420"/>
    <w:rsid w:val="00265624"/>
    <w:rsid w:val="00274E14"/>
    <w:rsid w:val="00280A6D"/>
    <w:rsid w:val="00280CCD"/>
    <w:rsid w:val="00286ECA"/>
    <w:rsid w:val="00290303"/>
    <w:rsid w:val="00292827"/>
    <w:rsid w:val="002953B6"/>
    <w:rsid w:val="00296B4B"/>
    <w:rsid w:val="002A335A"/>
    <w:rsid w:val="002B7A59"/>
    <w:rsid w:val="002C3B5C"/>
    <w:rsid w:val="002C6B4B"/>
    <w:rsid w:val="002E172D"/>
    <w:rsid w:val="002E51A7"/>
    <w:rsid w:val="002E5A5F"/>
    <w:rsid w:val="002F1E81"/>
    <w:rsid w:val="002F5553"/>
    <w:rsid w:val="002F584F"/>
    <w:rsid w:val="00310D92"/>
    <w:rsid w:val="00311FA5"/>
    <w:rsid w:val="003144AB"/>
    <w:rsid w:val="003160CB"/>
    <w:rsid w:val="00317F30"/>
    <w:rsid w:val="003222A3"/>
    <w:rsid w:val="00346436"/>
    <w:rsid w:val="0035285F"/>
    <w:rsid w:val="0035357A"/>
    <w:rsid w:val="00354893"/>
    <w:rsid w:val="00360A40"/>
    <w:rsid w:val="00371F46"/>
    <w:rsid w:val="0038566A"/>
    <w:rsid w:val="003870C2"/>
    <w:rsid w:val="00391F17"/>
    <w:rsid w:val="0039217C"/>
    <w:rsid w:val="003C029C"/>
    <w:rsid w:val="003C037B"/>
    <w:rsid w:val="003C218D"/>
    <w:rsid w:val="003C6B3D"/>
    <w:rsid w:val="003C7D0C"/>
    <w:rsid w:val="003D3B8A"/>
    <w:rsid w:val="003D3C38"/>
    <w:rsid w:val="003D3E42"/>
    <w:rsid w:val="003D54F8"/>
    <w:rsid w:val="003E466E"/>
    <w:rsid w:val="003F4F5E"/>
    <w:rsid w:val="003F7CC8"/>
    <w:rsid w:val="00400906"/>
    <w:rsid w:val="00411AC4"/>
    <w:rsid w:val="00412520"/>
    <w:rsid w:val="00414AAB"/>
    <w:rsid w:val="00417320"/>
    <w:rsid w:val="00421604"/>
    <w:rsid w:val="00422743"/>
    <w:rsid w:val="004252BC"/>
    <w:rsid w:val="0042590E"/>
    <w:rsid w:val="00426E79"/>
    <w:rsid w:val="00433A17"/>
    <w:rsid w:val="0043465F"/>
    <w:rsid w:val="00436200"/>
    <w:rsid w:val="00437F65"/>
    <w:rsid w:val="0045041E"/>
    <w:rsid w:val="004600B0"/>
    <w:rsid w:val="00460ADB"/>
    <w:rsid w:val="00460FEA"/>
    <w:rsid w:val="00463DDF"/>
    <w:rsid w:val="004734B7"/>
    <w:rsid w:val="0047469C"/>
    <w:rsid w:val="00475CC8"/>
    <w:rsid w:val="00480344"/>
    <w:rsid w:val="00481B88"/>
    <w:rsid w:val="00485B4F"/>
    <w:rsid w:val="004862D1"/>
    <w:rsid w:val="00490698"/>
    <w:rsid w:val="004A0D3A"/>
    <w:rsid w:val="004A2751"/>
    <w:rsid w:val="004A5F62"/>
    <w:rsid w:val="004B2D5A"/>
    <w:rsid w:val="004C489A"/>
    <w:rsid w:val="004D293D"/>
    <w:rsid w:val="004D4F4B"/>
    <w:rsid w:val="004E0250"/>
    <w:rsid w:val="004F0411"/>
    <w:rsid w:val="004F44FE"/>
    <w:rsid w:val="00501F93"/>
    <w:rsid w:val="005061CE"/>
    <w:rsid w:val="00507E7A"/>
    <w:rsid w:val="00512A47"/>
    <w:rsid w:val="0051781F"/>
    <w:rsid w:val="00522707"/>
    <w:rsid w:val="00531C68"/>
    <w:rsid w:val="00532119"/>
    <w:rsid w:val="005335F3"/>
    <w:rsid w:val="00542D44"/>
    <w:rsid w:val="00543C38"/>
    <w:rsid w:val="00543D2D"/>
    <w:rsid w:val="00545A3D"/>
    <w:rsid w:val="00546DBB"/>
    <w:rsid w:val="00550CEF"/>
    <w:rsid w:val="00553E0E"/>
    <w:rsid w:val="00555710"/>
    <w:rsid w:val="0056183D"/>
    <w:rsid w:val="00561A5B"/>
    <w:rsid w:val="0056568D"/>
    <w:rsid w:val="0057074C"/>
    <w:rsid w:val="005733FB"/>
    <w:rsid w:val="00573790"/>
    <w:rsid w:val="00573FBF"/>
    <w:rsid w:val="00574FF3"/>
    <w:rsid w:val="00582538"/>
    <w:rsid w:val="005838EA"/>
    <w:rsid w:val="00583BE3"/>
    <w:rsid w:val="00585EE1"/>
    <w:rsid w:val="00590C0E"/>
    <w:rsid w:val="00591A44"/>
    <w:rsid w:val="005939E6"/>
    <w:rsid w:val="00595E08"/>
    <w:rsid w:val="005A1FA3"/>
    <w:rsid w:val="005A4227"/>
    <w:rsid w:val="005B229B"/>
    <w:rsid w:val="005B3518"/>
    <w:rsid w:val="005B3C94"/>
    <w:rsid w:val="005B510E"/>
    <w:rsid w:val="005C4E3E"/>
    <w:rsid w:val="005C56AE"/>
    <w:rsid w:val="005C7449"/>
    <w:rsid w:val="005D054E"/>
    <w:rsid w:val="005E3818"/>
    <w:rsid w:val="005E6D99"/>
    <w:rsid w:val="005F2ADD"/>
    <w:rsid w:val="005F2C49"/>
    <w:rsid w:val="006013EB"/>
    <w:rsid w:val="00601BAD"/>
    <w:rsid w:val="0060479E"/>
    <w:rsid w:val="00604BE7"/>
    <w:rsid w:val="00611312"/>
    <w:rsid w:val="00616AED"/>
    <w:rsid w:val="00621204"/>
    <w:rsid w:val="00630446"/>
    <w:rsid w:val="00631BF1"/>
    <w:rsid w:val="00632A4F"/>
    <w:rsid w:val="00632B56"/>
    <w:rsid w:val="006351E3"/>
    <w:rsid w:val="00640750"/>
    <w:rsid w:val="00644236"/>
    <w:rsid w:val="006471E5"/>
    <w:rsid w:val="00661C32"/>
    <w:rsid w:val="00667833"/>
    <w:rsid w:val="00671D3B"/>
    <w:rsid w:val="00684A5B"/>
    <w:rsid w:val="00697DCA"/>
    <w:rsid w:val="006A1F71"/>
    <w:rsid w:val="006A723B"/>
    <w:rsid w:val="006D0900"/>
    <w:rsid w:val="006D1540"/>
    <w:rsid w:val="006D6DD0"/>
    <w:rsid w:val="006E1F89"/>
    <w:rsid w:val="006F328B"/>
    <w:rsid w:val="006F5886"/>
    <w:rsid w:val="00704D37"/>
    <w:rsid w:val="00707734"/>
    <w:rsid w:val="00707E19"/>
    <w:rsid w:val="00712F7C"/>
    <w:rsid w:val="00715546"/>
    <w:rsid w:val="0072328A"/>
    <w:rsid w:val="00723A81"/>
    <w:rsid w:val="007333A5"/>
    <w:rsid w:val="00734425"/>
    <w:rsid w:val="007377B5"/>
    <w:rsid w:val="00740E2A"/>
    <w:rsid w:val="00746CC2"/>
    <w:rsid w:val="00751A88"/>
    <w:rsid w:val="00752292"/>
    <w:rsid w:val="00754711"/>
    <w:rsid w:val="0075755E"/>
    <w:rsid w:val="0075767A"/>
    <w:rsid w:val="00757843"/>
    <w:rsid w:val="00760323"/>
    <w:rsid w:val="0076501A"/>
    <w:rsid w:val="00765600"/>
    <w:rsid w:val="00772CC2"/>
    <w:rsid w:val="00773579"/>
    <w:rsid w:val="00780595"/>
    <w:rsid w:val="007829B6"/>
    <w:rsid w:val="00791C9F"/>
    <w:rsid w:val="00792AAB"/>
    <w:rsid w:val="00793B47"/>
    <w:rsid w:val="00795468"/>
    <w:rsid w:val="007A042D"/>
    <w:rsid w:val="007A1D0C"/>
    <w:rsid w:val="007A2A7B"/>
    <w:rsid w:val="007A7634"/>
    <w:rsid w:val="007B751A"/>
    <w:rsid w:val="007B794B"/>
    <w:rsid w:val="007C0369"/>
    <w:rsid w:val="007C122C"/>
    <w:rsid w:val="007C4DC1"/>
    <w:rsid w:val="007D0EE3"/>
    <w:rsid w:val="007D4925"/>
    <w:rsid w:val="007E6FD2"/>
    <w:rsid w:val="007F0C8A"/>
    <w:rsid w:val="007F11AB"/>
    <w:rsid w:val="007F3E3C"/>
    <w:rsid w:val="00803C01"/>
    <w:rsid w:val="00803FB0"/>
    <w:rsid w:val="00806FFE"/>
    <w:rsid w:val="008143CB"/>
    <w:rsid w:val="00821F91"/>
    <w:rsid w:val="008231DD"/>
    <w:rsid w:val="00823CA1"/>
    <w:rsid w:val="00824F2F"/>
    <w:rsid w:val="00827400"/>
    <w:rsid w:val="00833D0B"/>
    <w:rsid w:val="008374EE"/>
    <w:rsid w:val="00840488"/>
    <w:rsid w:val="008513B9"/>
    <w:rsid w:val="00851C6B"/>
    <w:rsid w:val="008558C4"/>
    <w:rsid w:val="008702D3"/>
    <w:rsid w:val="00872029"/>
    <w:rsid w:val="00876034"/>
    <w:rsid w:val="008827E7"/>
    <w:rsid w:val="008927F6"/>
    <w:rsid w:val="00893C8D"/>
    <w:rsid w:val="008A0C68"/>
    <w:rsid w:val="008A1696"/>
    <w:rsid w:val="008B38F8"/>
    <w:rsid w:val="008B41EB"/>
    <w:rsid w:val="008C13BB"/>
    <w:rsid w:val="008C58FE"/>
    <w:rsid w:val="008C6A9F"/>
    <w:rsid w:val="008D0EAE"/>
    <w:rsid w:val="008D1FAA"/>
    <w:rsid w:val="008D2595"/>
    <w:rsid w:val="008E47ED"/>
    <w:rsid w:val="008E6C41"/>
    <w:rsid w:val="008E757D"/>
    <w:rsid w:val="008F0816"/>
    <w:rsid w:val="008F6BB7"/>
    <w:rsid w:val="00900F42"/>
    <w:rsid w:val="00912FAC"/>
    <w:rsid w:val="00914008"/>
    <w:rsid w:val="009211F9"/>
    <w:rsid w:val="00922837"/>
    <w:rsid w:val="00922B2B"/>
    <w:rsid w:val="00932E36"/>
    <w:rsid w:val="00932E3C"/>
    <w:rsid w:val="009342D2"/>
    <w:rsid w:val="009406C4"/>
    <w:rsid w:val="009461B3"/>
    <w:rsid w:val="009529CA"/>
    <w:rsid w:val="009573D3"/>
    <w:rsid w:val="009615E5"/>
    <w:rsid w:val="0096452C"/>
    <w:rsid w:val="009701D3"/>
    <w:rsid w:val="00972CF7"/>
    <w:rsid w:val="00974AF6"/>
    <w:rsid w:val="009769A7"/>
    <w:rsid w:val="00981D5A"/>
    <w:rsid w:val="00982286"/>
    <w:rsid w:val="00996CEA"/>
    <w:rsid w:val="009977FF"/>
    <w:rsid w:val="009A085B"/>
    <w:rsid w:val="009A6DED"/>
    <w:rsid w:val="009C1DE6"/>
    <w:rsid w:val="009C1F0E"/>
    <w:rsid w:val="009C22B3"/>
    <w:rsid w:val="009C58C5"/>
    <w:rsid w:val="009D1315"/>
    <w:rsid w:val="009D2AD5"/>
    <w:rsid w:val="009D3E8C"/>
    <w:rsid w:val="009D6F3F"/>
    <w:rsid w:val="009E16E8"/>
    <w:rsid w:val="009E21AF"/>
    <w:rsid w:val="009E3A0E"/>
    <w:rsid w:val="009E6663"/>
    <w:rsid w:val="009E7629"/>
    <w:rsid w:val="009F1F04"/>
    <w:rsid w:val="009F26B6"/>
    <w:rsid w:val="009F4C26"/>
    <w:rsid w:val="00A1314B"/>
    <w:rsid w:val="00A13160"/>
    <w:rsid w:val="00A137D3"/>
    <w:rsid w:val="00A21679"/>
    <w:rsid w:val="00A24853"/>
    <w:rsid w:val="00A2626B"/>
    <w:rsid w:val="00A3659D"/>
    <w:rsid w:val="00A37177"/>
    <w:rsid w:val="00A42E3A"/>
    <w:rsid w:val="00A44A8F"/>
    <w:rsid w:val="00A50399"/>
    <w:rsid w:val="00A51D96"/>
    <w:rsid w:val="00A5726D"/>
    <w:rsid w:val="00A7085E"/>
    <w:rsid w:val="00A74906"/>
    <w:rsid w:val="00A857D1"/>
    <w:rsid w:val="00A96F84"/>
    <w:rsid w:val="00AB0FE5"/>
    <w:rsid w:val="00AB5490"/>
    <w:rsid w:val="00AC13DF"/>
    <w:rsid w:val="00AC23B0"/>
    <w:rsid w:val="00AC3953"/>
    <w:rsid w:val="00AC6D81"/>
    <w:rsid w:val="00AC7150"/>
    <w:rsid w:val="00AD2AA8"/>
    <w:rsid w:val="00AE072D"/>
    <w:rsid w:val="00AE1DCA"/>
    <w:rsid w:val="00AF389A"/>
    <w:rsid w:val="00AF5F7C"/>
    <w:rsid w:val="00B01A53"/>
    <w:rsid w:val="00B02207"/>
    <w:rsid w:val="00B03403"/>
    <w:rsid w:val="00B10324"/>
    <w:rsid w:val="00B10F76"/>
    <w:rsid w:val="00B15EC0"/>
    <w:rsid w:val="00B21644"/>
    <w:rsid w:val="00B22C29"/>
    <w:rsid w:val="00B33153"/>
    <w:rsid w:val="00B3478B"/>
    <w:rsid w:val="00B347AC"/>
    <w:rsid w:val="00B376B1"/>
    <w:rsid w:val="00B50AB3"/>
    <w:rsid w:val="00B60194"/>
    <w:rsid w:val="00B620D9"/>
    <w:rsid w:val="00B633DB"/>
    <w:rsid w:val="00B639ED"/>
    <w:rsid w:val="00B66A8C"/>
    <w:rsid w:val="00B77E6B"/>
    <w:rsid w:val="00B80099"/>
    <w:rsid w:val="00B8061C"/>
    <w:rsid w:val="00B81CEB"/>
    <w:rsid w:val="00B83BA2"/>
    <w:rsid w:val="00B853AA"/>
    <w:rsid w:val="00B875BF"/>
    <w:rsid w:val="00B91F62"/>
    <w:rsid w:val="00B94AE3"/>
    <w:rsid w:val="00B96A1B"/>
    <w:rsid w:val="00BA3DA9"/>
    <w:rsid w:val="00BB25D9"/>
    <w:rsid w:val="00BB2C98"/>
    <w:rsid w:val="00BB4E89"/>
    <w:rsid w:val="00BC17F9"/>
    <w:rsid w:val="00BC7164"/>
    <w:rsid w:val="00BD0B82"/>
    <w:rsid w:val="00BD0F01"/>
    <w:rsid w:val="00BE5E6C"/>
    <w:rsid w:val="00BF4F5F"/>
    <w:rsid w:val="00C04EEB"/>
    <w:rsid w:val="00C075A4"/>
    <w:rsid w:val="00C10F12"/>
    <w:rsid w:val="00C11826"/>
    <w:rsid w:val="00C14CF2"/>
    <w:rsid w:val="00C27080"/>
    <w:rsid w:val="00C34C01"/>
    <w:rsid w:val="00C352E0"/>
    <w:rsid w:val="00C46D42"/>
    <w:rsid w:val="00C50C32"/>
    <w:rsid w:val="00C52918"/>
    <w:rsid w:val="00C60178"/>
    <w:rsid w:val="00C61760"/>
    <w:rsid w:val="00C63CD6"/>
    <w:rsid w:val="00C708E1"/>
    <w:rsid w:val="00C8401C"/>
    <w:rsid w:val="00C87D95"/>
    <w:rsid w:val="00C9077A"/>
    <w:rsid w:val="00C95C91"/>
    <w:rsid w:val="00C95CD2"/>
    <w:rsid w:val="00CA051B"/>
    <w:rsid w:val="00CA17A0"/>
    <w:rsid w:val="00CA3B2C"/>
    <w:rsid w:val="00CA5DCC"/>
    <w:rsid w:val="00CB3CBE"/>
    <w:rsid w:val="00CC3E62"/>
    <w:rsid w:val="00CE1329"/>
    <w:rsid w:val="00CE4CA2"/>
    <w:rsid w:val="00CF03D8"/>
    <w:rsid w:val="00CF2284"/>
    <w:rsid w:val="00CF4C93"/>
    <w:rsid w:val="00D015D5"/>
    <w:rsid w:val="00D03D68"/>
    <w:rsid w:val="00D05224"/>
    <w:rsid w:val="00D12FA7"/>
    <w:rsid w:val="00D13F47"/>
    <w:rsid w:val="00D23786"/>
    <w:rsid w:val="00D266DD"/>
    <w:rsid w:val="00D30614"/>
    <w:rsid w:val="00D312BD"/>
    <w:rsid w:val="00D3256E"/>
    <w:rsid w:val="00D32B04"/>
    <w:rsid w:val="00D374E7"/>
    <w:rsid w:val="00D43AA8"/>
    <w:rsid w:val="00D46AA3"/>
    <w:rsid w:val="00D5586F"/>
    <w:rsid w:val="00D61AD1"/>
    <w:rsid w:val="00D63949"/>
    <w:rsid w:val="00D652E7"/>
    <w:rsid w:val="00D70402"/>
    <w:rsid w:val="00D70E3B"/>
    <w:rsid w:val="00D71ACC"/>
    <w:rsid w:val="00D76F74"/>
    <w:rsid w:val="00D77BCF"/>
    <w:rsid w:val="00D8429E"/>
    <w:rsid w:val="00D84394"/>
    <w:rsid w:val="00D9170C"/>
    <w:rsid w:val="00D95E55"/>
    <w:rsid w:val="00D977BF"/>
    <w:rsid w:val="00D97829"/>
    <w:rsid w:val="00DA26D9"/>
    <w:rsid w:val="00DA4173"/>
    <w:rsid w:val="00DB1CD4"/>
    <w:rsid w:val="00DB3664"/>
    <w:rsid w:val="00DC16FB"/>
    <w:rsid w:val="00DC4A65"/>
    <w:rsid w:val="00DC4F66"/>
    <w:rsid w:val="00DD3EEC"/>
    <w:rsid w:val="00DE1FF6"/>
    <w:rsid w:val="00DF46DA"/>
    <w:rsid w:val="00DF6B70"/>
    <w:rsid w:val="00E10B44"/>
    <w:rsid w:val="00E11F02"/>
    <w:rsid w:val="00E144DE"/>
    <w:rsid w:val="00E20036"/>
    <w:rsid w:val="00E2230C"/>
    <w:rsid w:val="00E2726B"/>
    <w:rsid w:val="00E37801"/>
    <w:rsid w:val="00E46EAA"/>
    <w:rsid w:val="00E5038C"/>
    <w:rsid w:val="00E50B69"/>
    <w:rsid w:val="00E5298B"/>
    <w:rsid w:val="00E56EFB"/>
    <w:rsid w:val="00E6458F"/>
    <w:rsid w:val="00E67329"/>
    <w:rsid w:val="00E7242D"/>
    <w:rsid w:val="00E748A1"/>
    <w:rsid w:val="00E762CE"/>
    <w:rsid w:val="00E76BB3"/>
    <w:rsid w:val="00E81AFC"/>
    <w:rsid w:val="00E821A1"/>
    <w:rsid w:val="00E871E6"/>
    <w:rsid w:val="00E87E25"/>
    <w:rsid w:val="00E97B64"/>
    <w:rsid w:val="00EA04F1"/>
    <w:rsid w:val="00EA2FD3"/>
    <w:rsid w:val="00EB7CE9"/>
    <w:rsid w:val="00EC433F"/>
    <w:rsid w:val="00EC7250"/>
    <w:rsid w:val="00EC7C71"/>
    <w:rsid w:val="00ED1FDE"/>
    <w:rsid w:val="00ED2028"/>
    <w:rsid w:val="00ED2887"/>
    <w:rsid w:val="00ED7984"/>
    <w:rsid w:val="00EF1DB3"/>
    <w:rsid w:val="00EF6C8A"/>
    <w:rsid w:val="00F01317"/>
    <w:rsid w:val="00F06EFB"/>
    <w:rsid w:val="00F1117A"/>
    <w:rsid w:val="00F12714"/>
    <w:rsid w:val="00F1529E"/>
    <w:rsid w:val="00F16F07"/>
    <w:rsid w:val="00F37B31"/>
    <w:rsid w:val="00F41CB0"/>
    <w:rsid w:val="00F42B6F"/>
    <w:rsid w:val="00F45975"/>
    <w:rsid w:val="00F45B7C"/>
    <w:rsid w:val="00F45FCE"/>
    <w:rsid w:val="00F56418"/>
    <w:rsid w:val="00F56B09"/>
    <w:rsid w:val="00F6401D"/>
    <w:rsid w:val="00F9334F"/>
    <w:rsid w:val="00F96A2E"/>
    <w:rsid w:val="00F97D7F"/>
    <w:rsid w:val="00FA122C"/>
    <w:rsid w:val="00FA3B95"/>
    <w:rsid w:val="00FB3240"/>
    <w:rsid w:val="00FC1278"/>
    <w:rsid w:val="00FC17F8"/>
    <w:rsid w:val="00FC4A8D"/>
    <w:rsid w:val="00FC568A"/>
    <w:rsid w:val="00FC6B71"/>
    <w:rsid w:val="00FC6BEA"/>
    <w:rsid w:val="00FD3D5A"/>
    <w:rsid w:val="00FD43FA"/>
    <w:rsid w:val="00FD6D69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c">
    <w:name w:val="Hyperlink"/>
    <w:basedOn w:val="a0"/>
    <w:unhideWhenUsed/>
    <w:rsid w:val="004504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24FC0D-B928-41AC-A487-1FF0DB5E4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0</TotalTime>
  <Pages>9</Pages>
  <Words>1204</Words>
  <Characters>8603</Characters>
  <Application>Microsoft Office Word</Application>
  <DocSecurity>0</DocSecurity>
  <Lines>1229</Lines>
  <Paragraphs>490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9317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3</cp:revision>
  <cp:lastPrinted>2019-12-04T06:55:00Z</cp:lastPrinted>
  <dcterms:created xsi:type="dcterms:W3CDTF">2019-12-04T09:32:00Z</dcterms:created>
  <dcterms:modified xsi:type="dcterms:W3CDTF">2019-12-18T12:28:00Z</dcterms:modified>
</cp:coreProperties>
</file>